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65B4" w14:textId="77777777" w:rsidR="00360AEB" w:rsidRPr="00360AEB" w:rsidRDefault="00360AEB" w:rsidP="00360AE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60AE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SARS-CoV-2/human/USA/RI-CDC-2-4462325/2021 ORF1ab polyprotein (ORF1ab), ORF1a polyprotein (ORF1ab), and surface glycoprotein (S) genes, complete cds; ORF3a gene, complete sequence; and envelope protein (E...</w:t>
      </w:r>
    </w:p>
    <w:p w14:paraId="03C769B6" w14:textId="77777777" w:rsidR="00360AEB" w:rsidRPr="00360AEB" w:rsidRDefault="00360AEB" w:rsidP="00360A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t>GenBank: MZ780550.1</w:t>
      </w:r>
    </w:p>
    <w:p w14:paraId="142F0AE4" w14:textId="77777777" w:rsidR="00360AEB" w:rsidRPr="00360AEB" w:rsidRDefault="00360AEB" w:rsidP="00360A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"https://www.ncbi.nlm.nih.gov/nuccore/MZ780550.1?report=fasta" </w:instrTex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A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"https://www.ncbi.nlm.nih.gov/nuccore/MZ780550.1?report=graph" </w:instrTex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A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780550.1"/>
    <w:bookmarkEnd w:id="1"/>
    <w:p w14:paraId="6BC180E7" w14:textId="77777777" w:rsidR="00360AEB" w:rsidRPr="00360AEB" w:rsidRDefault="00360AEB" w:rsidP="00360AE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"https://www.ncbi.nlm.nih.gov/nuccore/MZ780550.1" \l "goto2079764335_0" </w:instrTex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A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60A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97B00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LOCUS       MZ780550               29861 bp    RNA     linear   VRL 13-AUG-2021</w:t>
      </w:r>
    </w:p>
    <w:p w14:paraId="7EE12F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FE3EE9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SARS-CoV-2/human/USA/RI-CDC-2-4462325/2021 ORF1ab polyprotein</w:t>
      </w:r>
    </w:p>
    <w:p w14:paraId="0643DF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and surface glycoprotein (S)</w:t>
      </w:r>
    </w:p>
    <w:p w14:paraId="74D106A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ORF3a gene, complete sequence; and envelope</w:t>
      </w:r>
    </w:p>
    <w:p w14:paraId="11F859E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(E), membrane glycoprotein (M), ORF6 protein (ORF6), ORF7a</w:t>
      </w:r>
    </w:p>
    <w:p w14:paraId="7F9EDAA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(ORF7a), ORF7b (ORF7b), ORF8 protein (ORF8), nucleocapsid</w:t>
      </w:r>
    </w:p>
    <w:p w14:paraId="0C36EE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3261755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ACCESSION   MZ780550</w:t>
      </w:r>
    </w:p>
    <w:p w14:paraId="5FE045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VERSION     MZ780550.1</w:t>
      </w:r>
    </w:p>
    <w:p w14:paraId="39E0D6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186619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5B53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A0EC5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9799B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BF0C3F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E9B42B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29861)</w:t>
      </w:r>
    </w:p>
    <w:p w14:paraId="555B016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Padilla,J., Burgin,A., Bentz,M., Burroughs,M.,</w:t>
      </w:r>
    </w:p>
    <w:p w14:paraId="1F50C82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Cook,P., Paden,C.R., Batra,D., Queen,K., Knipe,K., Howard,D.,</w:t>
      </w:r>
    </w:p>
    <w:p w14:paraId="791C02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42AACC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Dugan,V., Tong,S. and Lee,J.</w:t>
      </w:r>
    </w:p>
    <w:p w14:paraId="2D7E71F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66E6E6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32F1B4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29861)</w:t>
      </w:r>
    </w:p>
    <w:p w14:paraId="01376B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Padilla,J., Burgin,A., Bentz,M., Burroughs,M.,</w:t>
      </w:r>
    </w:p>
    <w:p w14:paraId="4613E61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Cook,P., Paden,C.R., Batra,D., Queen,K., Knipe,K., Howard,D.,</w:t>
      </w:r>
    </w:p>
    <w:p w14:paraId="046FA61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4A430D6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Dugan,V., Tong,S. and Lee,J.</w:t>
      </w:r>
    </w:p>
    <w:p w14:paraId="096614D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3A4F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(11-AUG-2021) Biotechnology Core Facility Branch, Centers</w:t>
      </w:r>
    </w:p>
    <w:p w14:paraId="540BA1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5D42892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5C95581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780550.1"/>
      <w:bookmarkEnd w:id="2"/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86154E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v.09.5-beta</w:t>
      </w:r>
    </w:p>
    <w:p w14:paraId="790306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4303F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A0A7DC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780550.1"/>
      <w:bookmarkEnd w:id="3"/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F88B4C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1..29861</w:t>
      </w:r>
    </w:p>
    <w:p w14:paraId="0A8D176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C8B39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B9DD55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10F04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/isolate="SARS-CoV-2/human/USA/RI-CDC-2-4462325/2021"</w:t>
      </w:r>
    </w:p>
    <w:p w14:paraId="58376F4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1B401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A8AE1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RI"</w:t>
      </w:r>
    </w:p>
    <w:p w14:paraId="4F2C42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/collection_date="2021-05-22"</w:t>
      </w:r>
    </w:p>
    <w:p w14:paraId="6FFB9E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"https://www.ncbi.nlm.nih.gov/nuccore/MZ780550.1?from=263&amp;to=21552"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263..21552</w:t>
      </w:r>
    </w:p>
    <w:p w14:paraId="22EDA9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36E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"https://www.ncbi.nlm.nih.gov/nuccore/MZ780550.1?location=263:13465,13465:21552"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join(263..13465,13465..21552)</w:t>
      </w:r>
    </w:p>
    <w:p w14:paraId="3D0F5CB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5681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574B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00940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B3AD33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"https://www.ncbi.nlm.nih.gov/protein/2079764336"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QYV37132.1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C4B6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A1CEE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8BB15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1F114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E68CE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B7ADD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95E97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32AC04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1ECD8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C002F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33FBEA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81506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KSVLDWLEEKFKEGVEFLRDGWEIVKFISTCACEIVGGQIVTCAKEIKESVQTFFKLV</w:t>
      </w:r>
    </w:p>
    <w:p w14:paraId="4EF73D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10000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6DDA5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0311EC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7665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42860B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131A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73E8DE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9A68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AD3B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C191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DFFEC9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23AE1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DAE81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E06D9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67E43B6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C8EA6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BD5BD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C90F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975817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F4A82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E466B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45664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72806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KPVETSNSFDVLKSEDAQGMDNLACEDLKPVSEEVVENPTIQKDVLECNVKTTEVVVD</w:t>
      </w:r>
    </w:p>
    <w:p w14:paraId="6CB5912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C8EE19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6071E02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BB0569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F78BD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1BCA9E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CE9A8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A0AC27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9D373D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010282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6E0E4E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CB9C35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D86AEC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2ECC70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09C99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2A99B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YESLRPDIRYVLMDGSIIXFPNTYLEGSVRVVTTFDSEYCRHGTCERSEAGVCVSTSG</w:t>
      </w:r>
    </w:p>
    <w:p w14:paraId="3FB7257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RWVLNNDYYRSLPGVFCGVDAVNLLTNMFTPLIQPIGALDIXASIVAGGIVAIVVTCL</w:t>
      </w:r>
    </w:p>
    <w:p w14:paraId="70265B2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AYYFMRFRRAFGEYSHVVAFNTLLFLMSFTVLCLTPVYXFLPGVYSVIYLYLTFYLTN</w:t>
      </w:r>
    </w:p>
    <w:p w14:paraId="0A837B6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121D3B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EAALCTFLLNKEMYLKLRSDVLLPLTQYNRYLALYNKYKYFSGAMDTTSYREAACCHL</w:t>
      </w:r>
    </w:p>
    <w:p w14:paraId="39C30CC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ACD58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2BD81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3B24D24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EA4582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D7610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EB344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4E56055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55177CF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TVYDDGARRVWTLMNVLTLVYKVYYGNALDRAIXMWALIISVTSNYSGVVTTVMFLAR</w:t>
      </w:r>
    </w:p>
    <w:p w14:paraId="01232AC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3D2D4D4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0DFAFBC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7099FC2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5E6C1FF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75141E6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1FE01C8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73B44F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CTDDNXLAYYNTTKGGRFVLALLSDLQDLKWARFPKSDGTGTIYTELEPPCRFVTDTP</w:t>
      </w:r>
    </w:p>
    <w:p w14:paraId="67501D2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077BBDF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1342B5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96F645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168951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EDDNLIDSYFVVKRHTFSNYQHEETIYNLLKDCPAVVKHDFFKFRIDGDMVPHISRQR</w:t>
      </w:r>
    </w:p>
    <w:p w14:paraId="242BDA5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4163E65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308784E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5A039C5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5791957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071ECFB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44146E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RQLLFVVEVVDKYFDCYDGGCINANQVIVNNLDKSXGFPFNKWGKARLYYDSMSYEDQ</w:t>
      </w:r>
    </w:p>
    <w:p w14:paraId="5EE5290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186496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65E662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524CB6B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640B299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1B47FA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3372F56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5C3C27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0AB44E3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422931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415FCA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12F940A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7F328DA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SHFAIGLALYYPSARIVYTACSHAAVDALCEKALKYLPIDKCSRIIPARARVECFDKF</w:t>
      </w:r>
    </w:p>
    <w:p w14:paraId="5172107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1FEEB7B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LPAPRTLLTKGTLESEYFNSVCRLMKTIGPDMFLGTCRRCPAEIVDTVSALVYDNKLK</w:t>
      </w:r>
    </w:p>
    <w:p w14:paraId="240AC5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AHKDKSAQCFKMFYKGVITHDVSSAINRSQIGVVREFLTRNPAWRKAVFISPYNSQNA</w:t>
      </w:r>
    </w:p>
    <w:p w14:paraId="4C45515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1A4EA03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55664D5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50B265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66FD85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2701D1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0BD87DE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0B62E7E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6C6657D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FWNCNVDRYPANSIVCRFDTRVLSNLNLPGCDGGSLYVNKHAFHTPAFDKSAFVNLKQ</w:t>
      </w:r>
    </w:p>
    <w:p w14:paraId="2D458AC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LPFFYYSDSPCESHGKQVVSDIDYVPLKSATCITRCNLGGAVCRHHANEYRLYLDAYN</w:t>
      </w:r>
    </w:p>
    <w:p w14:paraId="5FEAF2A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536BC72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68C354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2895E9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1A39A70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PRSQMEIDFLELAMDEFIERYKLEGYAFEHIVYGDFSHSQLGGLHLLIGLAKRFKELP</w:t>
      </w:r>
    </w:p>
    <w:p w14:paraId="30C9153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2D4024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10C7A7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5684828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34906B4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237074C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IGCNYLGKPREQIDGYVMHXNYIFWRNTNPIQLSSYSLFDMSKFPLKLRGTAVMSLKE</w:t>
      </w:r>
    </w:p>
    <w:p w14:paraId="2C3C1AE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18E012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"https://www.ncbi.nlm.nih.gov/protein/QYV37132.1?from=1&amp;to=180"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67407C0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401C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24D6D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"https://www.ncbi.nlm.nih.gov/protein/QYV37132.1?from=181&amp;to=818"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755365C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545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08C15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"https://www.ncbi.nlm.nih.gov/protein/QYV37132.1?from=819&amp;to=2763"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53EEB0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F9D73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9C1451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"https://www.ncbi.nlm.nih.gov/protein/QYV37132.1?from=2764&amp;to=3263"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4683AE5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C306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E4365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"https://www.ncbi.nlm.nih.gov/protein/QYV37132.1?from=3264&amp;to=3569"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604E4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7F34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FCF4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"https://www.ncbi.nlm.nih.gov/protein/QYV37132.1?from=3570&amp;to=3859"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10970..11839</w:t>
      </w:r>
    </w:p>
    <w:p w14:paraId="3642D9A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DA3ADF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5674B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"https://www.ncbi.nlm.nih.gov/protein/QYV37132.1?from=3860&amp;to=3942"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11840..12088</w:t>
      </w:r>
    </w:p>
    <w:p w14:paraId="4EC9487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E7E0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A64FF1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"https://www.ncbi.nlm.nih.gov/protein/QYV37132.1?from=3943&amp;to=4140"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12089..12682</w:t>
      </w:r>
    </w:p>
    <w:p w14:paraId="1F9A48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D882B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1B848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"https://www.ncbi.nlm.nih.gov/protein/QYV37132.1?from=4141&amp;to=4253"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12683..13021</w:t>
      </w:r>
    </w:p>
    <w:p w14:paraId="4FB7944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C0E10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84C27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"https://www.ncbi.nlm.nih.gov/protein/QYV37132.1?from=4254&amp;to=4392"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13022..13438</w:t>
      </w:r>
    </w:p>
    <w:p w14:paraId="0A247C8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C9730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4F7B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"https://www.ncbi.nlm.nih.gov/protein/QYV37132.1?from=4393&amp;to=5324"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join(13439..13465,13465..16233)</w:t>
      </w:r>
    </w:p>
    <w:p w14:paraId="174D95F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F999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8344D2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"https://www.ncbi.nlm.nih.gov/protein/QYV37132.1?from=5325&amp;to=5925"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16234..18036</w:t>
      </w:r>
    </w:p>
    <w:p w14:paraId="498007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A477F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9B805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"https://www.ncbi.nlm.nih.gov/protein/QYV37132.1?from=5926&amp;to=6452"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18037..19617</w:t>
      </w:r>
    </w:p>
    <w:p w14:paraId="2F97979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F84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39D8F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"https://www.ncbi.nlm.nih.gov/protein/QYV37132.1?from=6453&amp;to=6798"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19618..20655</w:t>
      </w:r>
    </w:p>
    <w:p w14:paraId="3E89B3D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535C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FAD7BC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"https://www.ncbi.nlm.nih.gov/protein/QYV37132.1?from=6799&amp;to=7096"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20656..21549</w:t>
      </w:r>
    </w:p>
    <w:p w14:paraId="3D730C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E66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070AF1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"https://www.ncbi.nlm.nih.gov/nuccore/MZ780550.1?from=263&amp;to=13480"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263..13480</w:t>
      </w:r>
    </w:p>
    <w:p w14:paraId="7DF937C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DECA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14E4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84023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"https://www.ncbi.nlm.nih.gov/protein/2079764337"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QYV37133.1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5622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86E6C1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F34935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F04DE7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D7A37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A61D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6D74B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7DA90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BCAFC5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25404EE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1EF87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22DAD5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KSVLDWLEEKFKEGVEFLRDGWEIVKFISTCACEIVGGQIVTCAKEIKESVQTFFKLV</w:t>
      </w:r>
    </w:p>
    <w:p w14:paraId="3D5FB57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BC1DF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9934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B81D6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F20C88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7B9B4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3FAAE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YLKLTDNVYIKNADIVEEAKKVKPAVVVNAANVYLKHGGGVAGALNKATNNAMQVESD</w:t>
      </w:r>
    </w:p>
    <w:p w14:paraId="278C4F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CC3D4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FB4030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E5362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5C483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4C61F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5638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1BA2B4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KTPEEHFIETISLAGSYKDWSYSGQSTQLGIEFLKRGDKSVYYISNPTTFHLDGEVIT</w:t>
      </w:r>
    </w:p>
    <w:p w14:paraId="3E1B05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B6AC1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F50F8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617C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FA6E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5C75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D1BA4A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893C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D4186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KPVETSNSFDVLKSEDAQGMDNLACEDLKPVSEEVVENPTIQKDVLECNVKTTEVVVD</w:t>
      </w:r>
    </w:p>
    <w:p w14:paraId="0AB7EDA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D25AE4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VPWDTIANYAKPFLDKVVSTTTNIVTRCLNRVCTNYMPYFFTLLLQLCTFTRSTNSRI</w:t>
      </w:r>
    </w:p>
    <w:p w14:paraId="399CE9D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3C388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F49A46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73555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4130F9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A4A3AA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CB8B2A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4AB25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4BA841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6A9B6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ED7D27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8B1431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366D35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5AC6AD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YESLRPDIRYVLMDGSIIXFPNTYLEGSVRVVTTFDSEYCRHGTCERSEAGVCVSTSG</w:t>
      </w:r>
    </w:p>
    <w:p w14:paraId="13010C4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RWVLNNDYYRSLPGVFCGVDAVNLLTNMFTPLIQPIGALDIXASIVAGGIVAIVVTCL</w:t>
      </w:r>
    </w:p>
    <w:p w14:paraId="2A41D2F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AYYFMRFRRAFGEYSHVVAFNTLLFLMSFTVLCLTPVYXFLPGVYSVIYLYLTFYLTN</w:t>
      </w:r>
    </w:p>
    <w:p w14:paraId="3A483F2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AA9B3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C10AE9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705F5F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ABA3C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35A1274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26B840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1B539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06D4F0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LLLTILTSLLVLVQSTQWSLFFFFYENAFLPFAMGIIAMSAFAMMFVKHKHAFLCLFL</w:t>
      </w:r>
    </w:p>
    <w:p w14:paraId="0C7DC60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5023493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TVYDDGARRVWTLMNVLTLVYKVYYGNALDRAIXMWALIISVTSNYSGVVTTVMFLAR</w:t>
      </w:r>
    </w:p>
    <w:p w14:paraId="74BBDBA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5E683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574A5DA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5AF6B0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4EFFE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4611969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2BCBEA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48F274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CTDDNXLAYYNTTKGGRFVLALLSDLQDLKWARFPKSDGTGTIYTELEPPCRFVTDTP</w:t>
      </w:r>
    </w:p>
    <w:p w14:paraId="187A71B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C68759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E74A12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1B568FC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62D6E4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"https://www.ncbi.nlm.nih.gov/protein/QYV37133.1?from=1&amp;to=180"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68FDF5C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AF7C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8FC2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"https://www.ncbi.nlm.nih.gov/protein/QYV37133.1?from=181&amp;to=818"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301A91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58F6F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0714C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"https://www.ncbi.nlm.nih.gov/protein/QYV37133.1?from=819&amp;to=2763"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2717..8551</w:t>
      </w:r>
    </w:p>
    <w:p w14:paraId="10B424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F0D92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C72C6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"https://www.ncbi.nlm.nih.gov/protein/QYV37133.1?from=2764&amp;to=3263"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0EFFE5C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DF1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9CBA97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"https://www.ncbi.nlm.nih.gov/protein/QYV37133.1?from=3264&amp;to=3569"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553238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36FF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0B5C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"https://www.ncbi.nlm.nih.gov/protein/QYV37133.1?from=3570&amp;to=3859"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10970..11839</w:t>
      </w:r>
    </w:p>
    <w:p w14:paraId="75F036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932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B43E4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"https://www.ncbi.nlm.nih.gov/protein/QYV37133.1?from=3860&amp;to=3942"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11840..12088</w:t>
      </w:r>
    </w:p>
    <w:p w14:paraId="76C5148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1AC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82818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"https://www.ncbi.nlm.nih.gov/protein/QYV37133.1?from=3943&amp;to=4140"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12089..12682</w:t>
      </w:r>
    </w:p>
    <w:p w14:paraId="552F069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1D6A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87180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"https://www.ncbi.nlm.nih.gov/protein/QYV37133.1?from=4141&amp;to=4253"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12683..13021</w:t>
      </w:r>
    </w:p>
    <w:p w14:paraId="38B1A9F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D3736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FE1E9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"https://www.ncbi.nlm.nih.gov/protein/QYV37133.1?from=4254&amp;to=4392"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13022..13438</w:t>
      </w:r>
    </w:p>
    <w:p w14:paraId="33E946B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B114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E3BE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"https://www.ncbi.nlm.nih.gov/protein/QYV37133.1?from=4393&amp;to=4405"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13439..13477</w:t>
      </w:r>
    </w:p>
    <w:p w14:paraId="7D21FD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99CD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7D28C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"https://www.ncbi.nlm.nih.gov/nuccore/MZ780550.1?from=13473&amp;to=13500"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13473..13500</w:t>
      </w:r>
    </w:p>
    <w:p w14:paraId="236A53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192D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FFDBE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BA42E7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"https://www.ncbi.nlm.nih.gov/nuccore/MZ780550.1?from=13485&amp;to=13539"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13485..13539</w:t>
      </w:r>
    </w:p>
    <w:p w14:paraId="44978DA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32F1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D362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8012D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"https://www.ncbi.nlm.nih.gov/nuccore/MZ780550.1?from=21560&amp;to=25381"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21560..25381</w:t>
      </w:r>
    </w:p>
    <w:p w14:paraId="6D600A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7B65F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"https://www.ncbi.nlm.nih.gov/nuccore/MZ780550.1?from=21560&amp;to=25381"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21560..25381</w:t>
      </w:r>
    </w:p>
    <w:p w14:paraId="51035AB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8BC22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790B2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AE482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"https://www.ncbi.nlm.nih.gov/protein/2079764338"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QYV37134.1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12468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F294EE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SSVLHSTQDLFLPFFSNVTWFHAIHVSGTNGTKRFDNPVLPFNDGVYFASIEKSNIIR</w:t>
      </w:r>
    </w:p>
    <w:p w14:paraId="2EC5299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GWIFGTTLDSKTQSLLIVNNATNVVIKVCEFQFCNDPFLGVSNHKNNKSWMESEFRVY</w:t>
      </w:r>
    </w:p>
    <w:p w14:paraId="5CDA7E9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453772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7B22E8F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0550C27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LCPFGEVFNATKFASVYAWNRKRISNCVADYSVLYNSASFSTFKCYGVSPTKLNDLCF</w:t>
      </w:r>
    </w:p>
    <w:p w14:paraId="064154F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1365DD6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45EC79E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RVVVLSFELLHAPATVCGPKKSTNLVKNKCVNFNFNGLTGTGVLTESNKKFLPFQQFG</w:t>
      </w:r>
    </w:p>
    <w:p w14:paraId="1C0EAFC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7A7A129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HADQLTPTWRVYSTGSNVFQTRAGCLIGAEHVNNSYECDIPIGAGICASYQTQTNSHR</w:t>
      </w:r>
    </w:p>
    <w:p w14:paraId="382959D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2568858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35D6EE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194CE4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14BA21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VLYENQKLIANQFNSAIGKIQDSLSSTASALGKLQNVVNQNAQALNTLVKQLSSNFGA</w:t>
      </w:r>
    </w:p>
    <w:p w14:paraId="4392F6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78139C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2375F4E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7F40E5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77C2D00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07B294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68FF64E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"https://www.ncbi.nlm.nih.gov/nuccore/MZ780550.1?from=25390&amp;to=26213"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25390..26213</w:t>
      </w:r>
    </w:p>
    <w:p w14:paraId="28CDDB0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57E2A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"https://www.ncbi.nlm.nih.gov/nuccore/MZ780550.1?from=25390&amp;to=26213"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25390..26213</w:t>
      </w:r>
    </w:p>
    <w:p w14:paraId="529FBF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5822AE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ORF3a protein"</w:t>
      </w:r>
    </w:p>
    <w:p w14:paraId="7DB4A9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"https://www.ncbi.nlm.nih.gov/nuccore/MZ780550.1?from=26238&amp;to=26465"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26238..26465</w:t>
      </w:r>
    </w:p>
    <w:p w14:paraId="16D755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ECDD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"https://www.ncbi.nlm.nih.gov/nuccore/MZ780550.1?from=26238&amp;to=26465"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26238..26465</w:t>
      </w:r>
    </w:p>
    <w:p w14:paraId="630D504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CCDEE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8FFF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53AC20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"https://www.ncbi.nlm.nih.gov/protein/2079764339"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QYV37135.1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32F6E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0373D7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3D922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"https://www.ncbi.nlm.nih.gov/nuccore/MZ780550.1?from=26516&amp;to=27184"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26516..27184</w:t>
      </w:r>
    </w:p>
    <w:p w14:paraId="4F1D14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B691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"https://www.ncbi.nlm.nih.gov/nuccore/MZ780550.1?from=26516&amp;to=27184"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26516..27184</w:t>
      </w:r>
    </w:p>
    <w:p w14:paraId="5BE636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D0081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D45DF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A2571E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QYV37136.1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F3BA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6EF565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66D14DE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A69D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0F4A6F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B53FE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"https://www.ncbi.nlm.nih.gov/nuccore/MZ780550.1?from=27195&amp;to=27380"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27195..27380</w:t>
      </w:r>
    </w:p>
    <w:p w14:paraId="386208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3EAAA6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"https://www.ncbi.nlm.nih.gov/nuccore/MZ780550.1?from=27195&amp;to=27380"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27195..27380</w:t>
      </w:r>
    </w:p>
    <w:p w14:paraId="7C96D7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DFC76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F18E9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DF7037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"https://www.ncbi.nlm.nih.gov/protein/2079764341"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QYV37137.1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4D3F0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676E17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9B4F6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"https://www.ncbi.nlm.nih.gov/nuccore/MZ780550.1?from=27387&amp;to=27752"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27387..27752</w:t>
      </w:r>
    </w:p>
    <w:p w14:paraId="6E62D1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0116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"https://www.ncbi.nlm.nih.gov/nuccore/MZ780550.1?from=27387&amp;to=27752"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27387..27752</w:t>
      </w:r>
    </w:p>
    <w:p w14:paraId="24DA5EB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71592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769E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B1A3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QYV37138.1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FBA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AF509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568982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8A2E47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"https://www.ncbi.nlm.nih.gov/nuccore/MZ780550.1?from=27749&amp;to=27880"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27749..27880</w:t>
      </w:r>
    </w:p>
    <w:p w14:paraId="3C24901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B78AE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"https://www.ncbi.nlm.nih.gov/nuccore/MZ780550.1?from=27749&amp;to=27880"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27749..27880</w:t>
      </w:r>
    </w:p>
    <w:p w14:paraId="5959B37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14792E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AC51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0C7C6C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"https://www.ncbi.nlm.nih.gov/protein/2079764343"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QYV37139.1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221F8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71F75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"https://www.ncbi.nlm.nih.gov/nuccore/MZ780550.1?from=27887&amp;to=28252"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27887..28252</w:t>
      </w:r>
    </w:p>
    <w:p w14:paraId="1CF7F0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EE3773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"https://www.ncbi.nlm.nih.gov/nuccore/MZ780550.1?from=27887&amp;to=28252"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27887..28252</w:t>
      </w:r>
    </w:p>
    <w:p w14:paraId="27604F4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4CDD40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4BA85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C8715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"https://www.ncbi.nlm.nih.gov/protein/2079764344"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QYV37140.1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45842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/translation="MKFLVFLGIIKTVAAFHQECSLQSCTQHQPYVVDDPCSIHFYSK</w:t>
      </w:r>
    </w:p>
    <w:p w14:paraId="46EB5CE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WYIRVGARKSAPLIELCVDEAGFKSPIQYIDIGNYTVSCLPFTINCQEPKLGSLVVRC</w:t>
      </w:r>
    </w:p>
    <w:p w14:paraId="4E56EA9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773A9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"https://www.ncbi.nlm.nih.gov/nuccore/MZ780550.1?from=28267&amp;to=29526"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28267..29526</w:t>
      </w:r>
    </w:p>
    <w:p w14:paraId="2B2D43B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8C8C3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"https://www.ncbi.nlm.nih.gov/nuccore/MZ780550.1?from=28267&amp;to=29526"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28267..29526</w:t>
      </w:r>
    </w:p>
    <w:p w14:paraId="64EB082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7A547B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BC3BA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248394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"https://www.ncbi.nlm.nih.gov/protein/2079764345"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QYV37141.1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CB00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/translation="MSDNGPQNQRNAPRITFGGPSDSTGSNQNGERSGARSKQRRPQG</w:t>
      </w:r>
    </w:p>
    <w:p w14:paraId="21CF1FF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20AF82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DLSPRWYFYYLGTGPEAXLPYGANKDGIIWVATEGALNTPKDHIGTRNPANNAAIVLQ</w:t>
      </w:r>
    </w:p>
    <w:p w14:paraId="19DE3EA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7E15F0F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2AC945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688049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B241D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39ABC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"https://www.ncbi.nlm.nih.gov/nuccore/MZ780550.1?from=29551&amp;to=29667"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29551..29667</w:t>
      </w:r>
    </w:p>
    <w:p w14:paraId="024893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49CF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"https://www.ncbi.nlm.nih.gov/nuccore/MZ780550.1?from=29551&amp;to=29667"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29551..29667</w:t>
      </w:r>
    </w:p>
    <w:p w14:paraId="6BBC22A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895A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6381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76FDB7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"https://www.ncbi.nlm.nih.gov/protein/2079764346"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QYV37142.1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455D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D9E674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"https://www.ncbi.nlm.nih.gov/nuccore/MZ780550.1?from=29602&amp;to=29637"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29602..29637</w:t>
      </w:r>
    </w:p>
    <w:p w14:paraId="30EE16B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EB571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778953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"https://www.ncbi.nlm.nih.gov/nuccore/MZ780550.1?from=29622&amp;to=29650"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29622..29650</w:t>
      </w:r>
    </w:p>
    <w:p w14:paraId="280188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D778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E4011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"https://www.ncbi.nlm.nih.gov/nuccore/MZ780550.1?from=29721&amp;to=29761" </w:instrTex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A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29721..29761</w:t>
      </w:r>
    </w:p>
    <w:p w14:paraId="6AF5CED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30CCAA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CC713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780550.1"/>
      <w:bookmarkEnd w:id="4"/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accttcccag gtaacaaacc aaccaacttt cgatctcttg tagatctgtt</w:t>
      </w:r>
    </w:p>
    <w:p w14:paraId="0C3698B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258D33E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350D81E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623C87D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4733A9D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2408083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633098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5A63A4E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3BB917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46C708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5CA78EA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ccatagttac ggcgccgatc taaagtcatt tgacttaggy gacgagcttg gcactgatcc</w:t>
      </w:r>
    </w:p>
    <w:p w14:paraId="2317B15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5EFC5F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12DB4C9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0216D6A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4135F10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4D6B848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accttttgaa attaaattgg caaagaaatt tgacaccttc aatggggaat gtccaaattt</w:t>
      </w:r>
    </w:p>
    <w:p w14:paraId="30C77B9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6FDC4BA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tgatggcttt atgggtagaa ttcgatctgt ctatccagtt gcgtcaccaa atgaatgcaa</w:t>
      </w:r>
    </w:p>
    <w:p w14:paraId="7150428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2F1519A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5786B33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659686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5AB09D1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4487D88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2A8B2E2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3875757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0D28290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58BAC05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0F72B3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3E54C8E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55ABB6B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378D1C7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3B89CB7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30502E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actcaaatcc gtccttgatt ggcttgaaga</w:t>
      </w:r>
    </w:p>
    <w:p w14:paraId="0F05CE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6CD968C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6B9569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5E02A0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25C8CC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23667D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2DEEBEE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3B1E01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091F043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05F1A40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222E3F3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atatcacttt tgaacttgat gaaaggattg ataaagtact</w:t>
      </w:r>
    </w:p>
    <w:p w14:paraId="633AF97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taatgagaag tgctctgcct atacagttga actcggtaca gaagtaaatg agttcgcctg</w:t>
      </w:r>
    </w:p>
    <w:p w14:paraId="6880383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19F8AF5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746B093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494CC1A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20ADA1C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4024D43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5FED47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2CE746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3F99D82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0C0738E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accagcagtg gttgttaatg cagccaatgt ttaccttaaa catggaggag gtgttgcagg</w:t>
      </w:r>
    </w:p>
    <w:p w14:paraId="0C1DACE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697E4D3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taatggacca cttaaagtgg gtggtagttg tgttttaagc ggacacaatc ttgctaaaca</w:t>
      </w:r>
    </w:p>
    <w:p w14:paraId="2D642A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6C4A73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tgcttatgaa aattttaatc agcacgaagt tctacttgca ccattattat cagctggtat</w:t>
      </w:r>
    </w:p>
    <w:p w14:paraId="71511B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4F9E30E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02C5FA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0029289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46072C5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1C3D876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7F81518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1F21048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ggtggcacta ctgaaatgct</w:t>
      </w:r>
    </w:p>
    <w:p w14:paraId="50B7854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2B811DF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aaagtgcctt</w:t>
      </w:r>
    </w:p>
    <w:p w14:paraId="1368059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18AA6E4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5D559B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383B1AB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4E7CFEE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2C4BB9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701D744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350204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296845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203AC28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tacattagta atcctaccac attccaccta gatggtgaag ttatyacctt</w:t>
      </w:r>
    </w:p>
    <w:p w14:paraId="09458D8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4C53881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3B9924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7D11F2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348BBE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ctagtttttt gggtaggtac atgtcagcat taaatcacac</w:t>
      </w:r>
    </w:p>
    <w:p w14:paraId="701A7FF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43ACF9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5DE8E5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gctgctaact tttgtgcact</w:t>
      </w:r>
    </w:p>
    <w:p w14:paraId="4AAE78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224DBFD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1BC56C5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7FD9A8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5C2077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64938D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0B9B26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5A23B69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2720628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207073D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1518CBA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aagtttcgat aattttaagt ttgtatgtga</w:t>
      </w:r>
    </w:p>
    <w:p w14:paraId="734AC47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taatatcaaa tttgctgatg atttaaacca gttaactggt tataagaaac ctgcttcaag</w:t>
      </w:r>
    </w:p>
    <w:p w14:paraId="1660563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08D914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acactacaca ccctctttta agaaaggagc taaattgtta cataaaccta ttgtttggca</w:t>
      </w:r>
    </w:p>
    <w:p w14:paraId="0AF1E1F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7C7642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5FE5FC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151617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aagttgtagt</w:t>
      </w:r>
    </w:p>
    <w:p w14:paraId="0B9E82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caaataatag tttaaaaatt acagaagagg ttggccacac</w:t>
      </w:r>
    </w:p>
    <w:p w14:paraId="5AFD92B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4CF1720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65AF8B2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gacaaagttg ttagtacaac</w:t>
      </w:r>
    </w:p>
    <w:p w14:paraId="1A7AE5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77C9539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0198C7D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5D37198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25DA75F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48ECF6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45C2F20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62CCAF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6173704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24A6E85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322B89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4B395E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72DFE4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12428D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1E406BA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286F8DF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5AA4EB9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03EF74B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145DA7C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67F9B36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7164BF9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4117457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34D0F4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4F35EA3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626688E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129F191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7C91E43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03ECE48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cacaacattg ctttgatatg</w:t>
      </w:r>
    </w:p>
    <w:p w14:paraId="3208D5A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17F95F1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54C256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tgtaacaaca aagatagcac ttaagggtgg taaaattgtt aataattggt tgaagcagtt</w:t>
      </w:r>
    </w:p>
    <w:p w14:paraId="3E8958C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aattaaagtt acacttgtgt tcctttttgt tgctgctatt ttctatttaa taacacctgt</w:t>
      </w:r>
    </w:p>
    <w:p w14:paraId="361ED33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579A669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595E4E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11F28A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20C97B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6C9B39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19F300F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1A77E4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ctgacatacg</w:t>
      </w:r>
    </w:p>
    <w:p w14:paraId="048BE95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ctattattya atttcctaac acctaccttg aaggttctgt</w:t>
      </w:r>
    </w:p>
    <w:p w14:paraId="068335B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72B0DDD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063C311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4E34160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atyagcatct atagtagctg gtggtattgt</w:t>
      </w:r>
    </w:p>
    <w:p w14:paraId="3F3EAA4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6216DFB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2291A11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gtttactyat tcttacctgg tgtttattct gttatttact tgtacttgac</w:t>
      </w:r>
    </w:p>
    <w:p w14:paraId="47DCA9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774D06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60F497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226A4D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6337F93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7561300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2C7BCC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24590D9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076C655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ttaacggtct</w:t>
      </w:r>
    </w:p>
    <w:p w14:paraId="647815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6DE9C5A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3C50392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6CADBB3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5FF4780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40ADD4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gaggcccaat ttcactatta agggttcatt ccttaatggt tcatgtggta gtgttggttt</w:t>
      </w:r>
    </w:p>
    <w:p w14:paraId="67C5B2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2655A3D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3E7C2D1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3CDB13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3B9301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11BEB1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5BB5F0D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6DE607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2CAD5E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1203AE4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tttagtccag agtactcaat ggtctttgtt cttttttttt tatgaaaatg cctttttacc</w:t>
      </w:r>
    </w:p>
    <w:p w14:paraId="3240EA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ttttgctatg ggtattattg ctatgtctgc ttttgcaatg atgtttgtca aacataagca</w:t>
      </w:r>
    </w:p>
    <w:p w14:paraId="7F7A9A3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1D7C3C3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421E5E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tttgtctggt tttaagctaa aagactgtgt tatgtatgca tcagctgtag tgttactaat</w:t>
      </w:r>
    </w:p>
    <w:p w14:paraId="220EA7A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ccttatgaca gcaagaactg tgtatgatga tggtgctagg agagtgtgga cacttatgaa</w:t>
      </w:r>
    </w:p>
    <w:p w14:paraId="274389D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tgtcttgaca ctcgtttata aagtttatta tggtaatgct ttagatcgag ccatttycat</w:t>
      </w:r>
    </w:p>
    <w:p w14:paraId="650AD4F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gtgggctctt ataatctctg ttacttctaa ctactcaggt gtagttacaa ctgtcatgtt</w:t>
      </w:r>
    </w:p>
    <w:p w14:paraId="6B98F0D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tttggccaga ggtattgttt ttatgtgtgt tgagtattgc cctattttct tcataactgg</w:t>
      </w:r>
    </w:p>
    <w:p w14:paraId="655CD55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taatacactt cagtgtataa tgctagttta ttgtttctta ggctattttt gtacttgtta</w:t>
      </w:r>
    </w:p>
    <w:p w14:paraId="3570D45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ctttggcctc ttttgtttac tcaaccgcta ctttagactg actcttggtg tttatgatta</w:t>
      </w:r>
    </w:p>
    <w:p w14:paraId="448F5C8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cttagtttct acacaggagt ttagatatat gaattcacag ggactactcc cacccaagaa</w:t>
      </w:r>
    </w:p>
    <w:p w14:paraId="4ADEA7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tagcatagat gccttcaaac tcaacattaa attgttgggt gttggtggca aaccttgtat</w:t>
      </w:r>
    </w:p>
    <w:p w14:paraId="5ADDF27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caaagtagcc actgtacagt ctaaaatgtc agatgtaaag tgcacatcag tagtcttact</w:t>
      </w:r>
    </w:p>
    <w:p w14:paraId="0FAC7D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ctcagttttg caacaactca gagtagaatc atcatctaaa ttgtgggctc aatgtgtcca</w:t>
      </w:r>
    </w:p>
    <w:p w14:paraId="67610E8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gttacacaat gacattctct tagctaaaga tactactgaa gcctttgaaa aaatggtttc</w:t>
      </w:r>
    </w:p>
    <w:p w14:paraId="1176705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actactttct gttttgcttt ccatgcaggg tgctgtagac ataaacaagc tttgtgaaga</w:t>
      </w:r>
    </w:p>
    <w:p w14:paraId="07BF73C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aatgctggac aacagggcaa ccttacaagc tatagcctca gagtttagtt cccttccatc</w:t>
      </w:r>
    </w:p>
    <w:p w14:paraId="56CA1E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atatgcagct tttgctactg ctcaagaagc ttatgagcag gctgttgcta atggtgattc</w:t>
      </w:r>
    </w:p>
    <w:p w14:paraId="2303892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tgaagttgtt cttaaaaagt tgaagaagtc tttgaatgtg gctaaatctg aatttgaccg</w:t>
      </w:r>
    </w:p>
    <w:p w14:paraId="59B072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tgatgcagcc atgcaacgta agttggaaaa gatggctgat caagctatga cccaaatgta</w:t>
      </w:r>
    </w:p>
    <w:p w14:paraId="6121DB3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taaacaggct agatctgagg acaagagggc aaaagttact agtgctatgc agacaatgct</w:t>
      </w:r>
    </w:p>
    <w:p w14:paraId="6AE2D7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tttcactatg cttagaaagt tggataatga tgcactcaac aacattatca acaatgcaag</w:t>
      </w:r>
    </w:p>
    <w:p w14:paraId="1B7A7D6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agatggttgt gttcccttga acataatacc tcttacaaca gcagccaaac taatggttgt</w:t>
      </w:r>
    </w:p>
    <w:p w14:paraId="452A48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cataccagac tataacacat ataaaaatac gtgtgatggt acaacattta cttatgcatc</w:t>
      </w:r>
    </w:p>
    <w:p w14:paraId="021D5D0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agcattgtgg gaaatccaac aggttgtaga tgcagatagt aaaattgttc aacttagtga</w:t>
      </w:r>
    </w:p>
    <w:p w14:paraId="3B8582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aattagtatg gacaattcac ctaatttagc atggcctctt attgtaacag ctttaagggc</w:t>
      </w:r>
    </w:p>
    <w:p w14:paraId="0BD9DC6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caattctgct gtcaaattac agaataatga gcttagtcct gttgcactac gacagatgtc</w:t>
      </w:r>
    </w:p>
    <w:p w14:paraId="3FEA0D9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ttgtgctgcc ggtactacac aaactgcttg cactgatgac aatgygttag cttactacaa</w:t>
      </w:r>
    </w:p>
    <w:p w14:paraId="1117A14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cacaacaaag ggaggtaggt ttgtacttgc actgttatcc gatttacagg atttgaaatg</w:t>
      </w:r>
    </w:p>
    <w:p w14:paraId="529342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ggctagattc cctaagagtg atggaactgg tactatctat acagaactgg aaccaccttg</w:t>
      </w:r>
    </w:p>
    <w:p w14:paraId="76594F4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taggtttgtt acagacacac ctaaaggtcc taaagtgaag tatttatact ttattaaagg</w:t>
      </w:r>
    </w:p>
    <w:p w14:paraId="5B4321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attaaacaac ctaaatagag gtatggtact tggtagttta gctgccacag tacgtctaca</w:t>
      </w:r>
    </w:p>
    <w:p w14:paraId="397742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agctggtaat gcaacagaag tgcctgccaa ttctactgta ttatctttct gtgcttttgc</w:t>
      </w:r>
    </w:p>
    <w:p w14:paraId="2F31995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tgtagatgct gctaaagctt acaaagatta tctagctagt gggggacaac caatcactaa</w:t>
      </w:r>
    </w:p>
    <w:p w14:paraId="1CD4DA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ttgtgttaag atgttgtgta cacacactgg tactggtcag gcaataacag ttacaccgga</w:t>
      </w:r>
    </w:p>
    <w:p w14:paraId="2CD315A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agccaatatg gatcaagaat cctttggtgg tgcatcgtgt tgtctgtact gccgttgcca</w:t>
      </w:r>
    </w:p>
    <w:p w14:paraId="38F325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catagatcat ccaaatccta aaggattttg tgacttaaaa ggtaagtatg tacaaatacc</w:t>
      </w:r>
    </w:p>
    <w:p w14:paraId="62E50F7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tacaacttgt gctaatgacc ctgtgggttt tacacttaaa aacacagtct gtaccgtctg</w:t>
      </w:r>
    </w:p>
    <w:p w14:paraId="088E97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cggtatgtgg aaaggttatg gctgtagttg tgatcaactc cgcgaaccca tgcttcagtc</w:t>
      </w:r>
    </w:p>
    <w:p w14:paraId="61498DF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agctgatgca caatcgtttt taaacgggtt tgcggtgtaa gtgcagcccg tcttacaccg</w:t>
      </w:r>
    </w:p>
    <w:p w14:paraId="5DD8B5B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tgcggcacag gcactagtac tgatgtcgta tacagggctt ttgacatcta caatgataaa</w:t>
      </w:r>
    </w:p>
    <w:p w14:paraId="5DC01E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gtagctggtt ttgctaaatt cctaaaaact aattgttgtc gcttccaaga aaaggacgaa</w:t>
      </w:r>
    </w:p>
    <w:p w14:paraId="2E4C9F4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gatgacaatt taattgattc ttactttgta gttaagagac acactttctc taactaccaa</w:t>
      </w:r>
    </w:p>
    <w:p w14:paraId="4C872B2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catgaagaaa caatttataa tttacttaag gattgtccag ctgttgttaa acatgacttc</w:t>
      </w:r>
    </w:p>
    <w:p w14:paraId="788E5D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tttaagttta gaatagacgg tgacatggta ccacatatat cacgtcaacg tcttactaaa</w:t>
      </w:r>
    </w:p>
    <w:p w14:paraId="08AB2F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tacacaatgg cagacctcgt ctatgcttta aggcattttg atgaaggtaa ttgtgacaca</w:t>
      </w:r>
    </w:p>
    <w:p w14:paraId="2A4824B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ttaaaagaaa tacttgtcac atacaattgt tgtgatgatg attatttcaa taaaaaggac</w:t>
      </w:r>
    </w:p>
    <w:p w14:paraId="2CB58DC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tggtatgatt ttgtagaaaa cccagatata ttacgcgtat acgccaactt aggtgaacgt</w:t>
      </w:r>
    </w:p>
    <w:p w14:paraId="4C0D949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gtacgccaag ctttgttaaa aacagtacaa ttctgtgatg ccatgcgaaa tgctggtatt</w:t>
      </w:r>
    </w:p>
    <w:p w14:paraId="400B2C2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gttggtgtac tgacattaga taatcaagat ctcaatggta actggtatga tttcggtgat</w:t>
      </w:r>
    </w:p>
    <w:p w14:paraId="07A94A8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ttcatacaaa ccacgccagg tagtggagtt cctgttgtag attcttatta ttcattgtta</w:t>
      </w:r>
    </w:p>
    <w:p w14:paraId="049C00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atgcctatat taaccttgac cagggcttta actgcagagt cacatgttga cactgactta</w:t>
      </w:r>
    </w:p>
    <w:p w14:paraId="6FBE57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acaaagcctt acattaagtg ggatttgtta aaatatgact tcacggaaga gaggttaaaa</w:t>
      </w:r>
    </w:p>
    <w:p w14:paraId="7435245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ctctttgacc gttattttaa atattgggat cagacatacc acccaaattg tgttaactgt</w:t>
      </w:r>
    </w:p>
    <w:p w14:paraId="35C0F24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ttggatgaca gatgcattct gcattgtgca aactttaatg ttttattctc tacagtgttc</w:t>
      </w:r>
    </w:p>
    <w:p w14:paraId="461C712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ccacttacaa gttttggacc actagtgaga aaaatatttg ttgatggtgt tccatttgta</w:t>
      </w:r>
    </w:p>
    <w:p w14:paraId="4C2EB93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gtttcaactg gataccactt cagagagcta ggtgttgtac ataatcagga tgtaaactta</w:t>
      </w:r>
    </w:p>
    <w:p w14:paraId="3783719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catagctcta gacttagttt taaggaatta cttgtgtatg ctgctgaccc tgctatgcac</w:t>
      </w:r>
    </w:p>
    <w:p w14:paraId="48A9205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gctgcttctg gtaatctatt actagataaa cgcactacgt gcttttcagt agctgcactt</w:t>
      </w:r>
    </w:p>
    <w:p w14:paraId="1B4B9BA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actaacaatg ttgcttttca aactgtcaaa cccggtaatt ttaacaaaga cttctatgac</w:t>
      </w:r>
    </w:p>
    <w:p w14:paraId="3EA01A6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tttgctgtgt ctaagggttt ctttaaggaa ggaagttctg ttgaattaaa acacttcttc</w:t>
      </w:r>
    </w:p>
    <w:p w14:paraId="1F21EA7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tttgctcagg atggtaatgc tgctatcagc gattatgact actatcgtta taatctacca</w:t>
      </w:r>
    </w:p>
    <w:p w14:paraId="732C932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acaatgtgtg atatcagaca actactattt gtagttgaag ttgttgataa gtactttgat</w:t>
      </w:r>
    </w:p>
    <w:p w14:paraId="1016E4D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tgttacgatg gtggctgtat taatgctaac caagtcatcg tcaacaacct agacaaatca</w:t>
      </w:r>
    </w:p>
    <w:p w14:paraId="5954D3B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gytggttttc catttaataa atggggtaag gctagacttt attatgattc aatgagttat</w:t>
      </w:r>
    </w:p>
    <w:p w14:paraId="264A9FE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gaggatcaag atgcactttt cgcatataca aaacgtaatg tcatccctac tataactcaa</w:t>
      </w:r>
    </w:p>
    <w:p w14:paraId="17E5DA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atgaatctta agtatgccat tagtgcaaag aatagagctc gcaccgtagc tggtgtctct</w:t>
      </w:r>
    </w:p>
    <w:p w14:paraId="67EB233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atctgtagta ctatgaccaa tagacagttt catcaaaaat tattgaaatc aatagccgcc</w:t>
      </w:r>
    </w:p>
    <w:p w14:paraId="42B24C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actagaggag ctactgtagt aattggaaca agcaaattct atggtggttg gcacaacatg</w:t>
      </w:r>
    </w:p>
    <w:p w14:paraId="4D37007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ttaaaaactg tttatagtga tgtagaaaac cctcacctta tgggttggga ttatcctaaa</w:t>
      </w:r>
    </w:p>
    <w:p w14:paraId="5219E7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tgtgatagag ccatgcctaa catgcttaga attatggcct cacttgttct tgctcgcaaa</w:t>
      </w:r>
    </w:p>
    <w:p w14:paraId="46D575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catacaacgt gttgtagctt gtcacaccgt ttctatagat tagctaatga gtgtgctcaa</w:t>
      </w:r>
    </w:p>
    <w:p w14:paraId="06112D9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gtattgagtg aaatggtcat gtgtggcggt tcactatatg ttaaaccagg tggaacctca</w:t>
      </w:r>
    </w:p>
    <w:p w14:paraId="5C0DEFD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tcaggagatg ccacaactgc ttatgctaat agtgttttta acatttgtca agctgtcacg</w:t>
      </w:r>
    </w:p>
    <w:p w14:paraId="1DB6CE9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gccaatgtta atgcactttt atctactgat ggtaacaaaa ttgccgataa gtatgtccgc</w:t>
      </w:r>
    </w:p>
    <w:p w14:paraId="0921502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aatttacaac acagacttta tgagtgtctc tatagaaata gagatgttga cacagacttt</w:t>
      </w:r>
    </w:p>
    <w:p w14:paraId="5E0BB57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gtgaatgagt tttacgcata tttgcgtaaa catttctcaa tgatgatact ctctgacgat</w:t>
      </w:r>
    </w:p>
    <w:p w14:paraId="023D67E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gctgttgtgt gtttcaatag cacttatgca tctcaaggtc tagtggctag cataaagaac</w:t>
      </w:r>
    </w:p>
    <w:p w14:paraId="08C7E25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tttaagtcag ttctttatta tcaaaacaat gtttttatgt ctgaagcaaa atgttggact</w:t>
      </w:r>
    </w:p>
    <w:p w14:paraId="7741BEE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gagactgacc ttactaaagg acctcatgaa ttttgctctc aacatacaat gctagttaaa</w:t>
      </w:r>
    </w:p>
    <w:p w14:paraId="30466CD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cagggtgatg attatgtgta ccttccttac ccagatccat caagaatcct aggggccggc</w:t>
      </w:r>
    </w:p>
    <w:p w14:paraId="18CA749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tgttttgtag atgatatcgt aaaaacagat ggtacactta tgattgaacg gttcgtgtct</w:t>
      </w:r>
    </w:p>
    <w:p w14:paraId="29E84BD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ttagctatag atgcttaccc acttactaaa catcctaatc aggagtatgc tgatgtcttt</w:t>
      </w:r>
    </w:p>
    <w:p w14:paraId="4FB2D97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catttgtact tacaatacat aagaaagcta catgatgagt taacaggaca catgttagac</w:t>
      </w:r>
    </w:p>
    <w:p w14:paraId="1B4D79F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atgtattctg ttatgcttac taatgataac acttcaaggt attgggaacc tgagttttat</w:t>
      </w:r>
    </w:p>
    <w:p w14:paraId="064C69A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gaggctatgt acacaccgca tacagtctta caggctgttg gggcttgtgt tctttgcaat</w:t>
      </w:r>
    </w:p>
    <w:p w14:paraId="3C7EB1C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tcacagactt cattaagatg tggtgcttgc atacgtagac cattcttatg ttgtaaatgc</w:t>
      </w:r>
    </w:p>
    <w:p w14:paraId="637694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tgttacgacc atgtcatatc aacatcacat aaattagtct tgtctgttaa tccgtatgtt</w:t>
      </w:r>
    </w:p>
    <w:p w14:paraId="572ECC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tgcaatgctc caggttgtga tgtcacagat gtgactcaac tttacttagg aggtatgagc</w:t>
      </w:r>
    </w:p>
    <w:p w14:paraId="396B294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tattattgta aatcacataa accacccatt agttttccat tgtgtgctaa tggacaagtt</w:t>
      </w:r>
    </w:p>
    <w:p w14:paraId="5F1C392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tttggtttat ataaaaatac atgtgttggt agcgataatg ttactgactt taatgcaatt</w:t>
      </w:r>
    </w:p>
    <w:p w14:paraId="58C9604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gcaacatgtg actggacaaa tgctggtgat tacattttag ctaacacctg tactgaaaga</w:t>
      </w:r>
    </w:p>
    <w:p w14:paraId="407ED5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ctcaagcttt ttgcagcaga aacgctcaaa gctactgagg agacatttaa actgtcttat</w:t>
      </w:r>
    </w:p>
    <w:p w14:paraId="5CBFAD4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ggtattgcta ctgtacgtga agtgctgtct gacagagaat tacatctttc atgggaagtt</w:t>
      </w:r>
    </w:p>
    <w:p w14:paraId="40679C6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ggtaaaccta gaccaccact taaccgaaat tatgtcttta ctggttatcg tgtaactaaa</w:t>
      </w:r>
    </w:p>
    <w:p w14:paraId="61E77E1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aacagtaaag tacaaatagg agagtacacc tttgaaaaag gtgactatgg tgatgctgtt</w:t>
      </w:r>
    </w:p>
    <w:p w14:paraId="08DE444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gtttaccgag gtacaacaac ttacaaatta aatgttggtg attattttgt gctgacatca</w:t>
      </w:r>
    </w:p>
    <w:p w14:paraId="51EE29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catacagtaa tgccattaag tgcacctaca ctagtgccac aagagcacta tgttagaatt</w:t>
      </w:r>
    </w:p>
    <w:p w14:paraId="38BC73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actggcttat acccaacact caatatctca gatgagtttt ctagcaatgt tgcaaattat</w:t>
      </w:r>
    </w:p>
    <w:p w14:paraId="30A772E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caaaaggttg gtatgcaaaa gtattctaca ctccagggac cacctggtac tggtaagagt</w:t>
      </w:r>
    </w:p>
    <w:p w14:paraId="22EEED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cattttgcta ttggcctagc tctctactac ccttctgctc gcatagtgta tacagcttgc</w:t>
      </w:r>
    </w:p>
    <w:p w14:paraId="4328261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tctcatgccg ctgttgatgc actatgtgag aaggcattaa aatatttgcc tatagataaa</w:t>
      </w:r>
    </w:p>
    <w:p w14:paraId="764AA61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tgtagtagaa ttatacctgc acgtgctcgt gtagagtgtt ttgataaatt caaagtgaat</w:t>
      </w:r>
    </w:p>
    <w:p w14:paraId="28D2706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tcaacattag aacagtatgt cttttgtact gtaaatgcat tgcctgagac gacagcagat</w:t>
      </w:r>
    </w:p>
    <w:p w14:paraId="2C2E4A1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atagttgtct ttgatgaaat ttcaatggcc acaaattatg atttgagtgt tgtcaatgcc</w:t>
      </w:r>
    </w:p>
    <w:p w14:paraId="06DC990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agattacgtg ctaagcacta tgtgtacatt ggcgaccctg ctcaattacc tgcaccacgc</w:t>
      </w:r>
    </w:p>
    <w:p w14:paraId="57E6E75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acattgctaa ctaagggcac actagaatca gaatatttca attcagtgtg tagacttatg</w:t>
      </w:r>
    </w:p>
    <w:p w14:paraId="50452F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aaaactatag gtccagacat gttcctcgga acttgtcggc gttgtcctgc tgaaattgtt</w:t>
      </w:r>
    </w:p>
    <w:p w14:paraId="09486E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gacactgtga gtgctttggt ttatgataat aagcttaaag cacataaaga caaatcagct</w:t>
      </w:r>
    </w:p>
    <w:p w14:paraId="3AD223D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caatgcttta aaatgtttta taagggtgtt atcacgcatg atgtttcatc tgcaattaac</w:t>
      </w:r>
    </w:p>
    <w:p w14:paraId="2AB6169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aggtcacaaa taggcgtggt aagagaattc cttacacgta accctgcttg gagaaaagct</w:t>
      </w:r>
    </w:p>
    <w:p w14:paraId="268CB79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gtctttattt caccttataa ttcacagaat gctgtagcct caaagatttt gggactacca</w:t>
      </w:r>
    </w:p>
    <w:p w14:paraId="7F6C839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actcaaactg ttgattcatc acagggctca gaatatgact atgtcatatt cactcaaacc</w:t>
      </w:r>
    </w:p>
    <w:p w14:paraId="0101CA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actgaaacag ctcactcttg taatgtaaac agatttaatg ttgctattac cagagcaaaa</w:t>
      </w:r>
    </w:p>
    <w:p w14:paraId="3CBE4C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gtaggcatac tttgcataat gtctgataga gacctttatg acaagttgca atttacaagt</w:t>
      </w:r>
    </w:p>
    <w:p w14:paraId="6B8B781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cttgaaattc cacgtaggaa tgtggcaact ttacaagctg aaaatgtaac aggactcttt</w:t>
      </w:r>
    </w:p>
    <w:p w14:paraId="608BF3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aaagattgta gtaaggtaat cactgggtta catcctacac aggcacctac acacctcagt</w:t>
      </w:r>
    </w:p>
    <w:p w14:paraId="7403EFF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gttgacacta aattcaaaac tgaaggttta tgtgttgaca tacctggcat acctaaggac</w:t>
      </w:r>
    </w:p>
    <w:p w14:paraId="5619542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atgacctata gaagactcat ctctatgatg ggttttaaaa tgaattatca agttaatggt</w:t>
      </w:r>
    </w:p>
    <w:p w14:paraId="24BF62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taccctaaca tgtttatcac ccgcgaagaa gctataagac atgtacgtgc atggattggc</w:t>
      </w:r>
    </w:p>
    <w:p w14:paraId="5D2BB6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ttcgatgtcg aggggtgtca tgctactaga gaagctgttg gtaccaattt acctttacag</w:t>
      </w:r>
    </w:p>
    <w:p w14:paraId="70F448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ctaggttttt ctacaggtgt taacctagtt gctgtaccta caggttatgt tgatacacct</w:t>
      </w:r>
    </w:p>
    <w:p w14:paraId="6683865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aataatacag atttttccag agttagtgct aaaccaccgc ctggagatca atttaaacac</w:t>
      </w:r>
    </w:p>
    <w:p w14:paraId="5EC5134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ctcataccac ttatgtacaa aggacttcct tggaatgtag tgcgtataaa gattgtacaa</w:t>
      </w:r>
    </w:p>
    <w:p w14:paraId="4980ED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atgttaagtg acacacttaa aaatctctct gacagagtcg tatttgtctt atgggcacat</w:t>
      </w:r>
    </w:p>
    <w:p w14:paraId="7232598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ggctttgagt tgacatctat gaagtatttt gtgaaaatag gacctgagcg cacctgttgt</w:t>
      </w:r>
    </w:p>
    <w:p w14:paraId="10A08D5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ctatgtgata gacgtgccac atgcttttcc actgcttcag acacttatgc ctgttggcat</w:t>
      </w:r>
    </w:p>
    <w:p w14:paraId="7A5C316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cattctattg gatttgatta cgtctataat ccgtttatga ttgatgttca acaatggggt</w:t>
      </w:r>
    </w:p>
    <w:p w14:paraId="3DDF351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tttacaggta acctacaaag caaccatgat ctgtattgtc aagtccatgg taatgcacat</w:t>
      </w:r>
    </w:p>
    <w:p w14:paraId="3704D86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gtagctagtt gtgatgcaat catgactagg tgtttagctg tccacgagtg ctttgttaag</w:t>
      </w:r>
    </w:p>
    <w:p w14:paraId="4FEF86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cgtgttgact ggactattga atatcctata attggtgatg aactgaagat taatgcggct</w:t>
      </w:r>
    </w:p>
    <w:p w14:paraId="331A9D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tgtagaaagg ttcaacacat ggttgttaaa gctgcattat tagcagacaa attcccagtt</w:t>
      </w:r>
    </w:p>
    <w:p w14:paraId="1F1399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cttcacgaca tcggtaaccc taaagctatt aagtgtgtac ctcaagctga tgtagaatgg</w:t>
      </w:r>
    </w:p>
    <w:p w14:paraId="4DE758F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aagttctatg atgcacagcc ttgtagtgac aaagcttata aaatagaaga attattctat</w:t>
      </w:r>
    </w:p>
    <w:p w14:paraId="3F4DCA5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tcttatgcca cacattctga caaattcaca gatggtgtat gcctattttg gaattgcaat</w:t>
      </w:r>
    </w:p>
    <w:p w14:paraId="26590D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gtcgatagat atcctgctaa ttccattgtt tgtagatttg acactagagt gctatctaac</w:t>
      </w:r>
    </w:p>
    <w:p w14:paraId="415C5F4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cttaacttgc ctggttgtga tggtggcagt ttgtatgtaa ataaacatgc attccacaca</w:t>
      </w:r>
    </w:p>
    <w:p w14:paraId="0FC0FDE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ccagcttttg ataaaagtgc ttttgttaat ttaaaacaat taccattttt ctattactct</w:t>
      </w:r>
    </w:p>
    <w:p w14:paraId="79D8E3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gacagtccat gtgagtctca tggaaaacaa gtagtgtcag atatagatta tgtaccacta</w:t>
      </w:r>
    </w:p>
    <w:p w14:paraId="1098BC8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aagtctgcta cgtgtataac acgttgcaat ttaggtggtg ctgtctgtag acatcatgct</w:t>
      </w:r>
    </w:p>
    <w:p w14:paraId="4E84BC3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aatgagtaca gattgtatct cgatgcttat aacatgatga tctcagctgg ctttagcttg</w:t>
      </w:r>
    </w:p>
    <w:p w14:paraId="55346C0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tgggtttaca aacaatttga tacttataac ctctggaaca cttttacaag acttcagagt</w:t>
      </w:r>
    </w:p>
    <w:p w14:paraId="57214C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ttagaaaatg tggcttttaa tgttgtaaat aagggacact ttgatggaca acagggtgaa</w:t>
      </w:r>
    </w:p>
    <w:p w14:paraId="3386125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gtaccagttt ctatcattaa taacactgtt tacacaaaag ttgatggtgt tgatgtagaa</w:t>
      </w:r>
    </w:p>
    <w:p w14:paraId="397A30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ttgtttgaaa ataaaacaac attacctgtt aatgtagcat ttgagctttg ggctaagcgc</w:t>
      </w:r>
    </w:p>
    <w:p w14:paraId="1F9629E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aacattaaac cagtaccaga ggtgaaaata ctcaataatt tgggtgtgga cattgctgct</w:t>
      </w:r>
    </w:p>
    <w:p w14:paraId="5ED14AD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aatactgtga tctgggacta caaaagagat gctccagcac atatatctac tattggtgtt</w:t>
      </w:r>
    </w:p>
    <w:p w14:paraId="1E3028F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tgttctatga ctgacatagc caagaaacca actgaaacga tttgtgcacc actcactgtc</w:t>
      </w:r>
    </w:p>
    <w:p w14:paraId="38A05AE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ttttttgatg gtagagttga tggtcaagta gacttattta gaaatgcccg taatggtgtt</w:t>
      </w:r>
    </w:p>
    <w:p w14:paraId="7ACD361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cttattacag aaggtagtgt taaaggttta caaccatctg taggtcccaa acaagctagt</w:t>
      </w:r>
    </w:p>
    <w:p w14:paraId="2DA05A0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cttaatggag tcacattaat tggagaagcc gtaaaaacac agtttaatta ttataagaaa</w:t>
      </w:r>
    </w:p>
    <w:p w14:paraId="7BAACAB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gttgatggtg ttgtccaaca attacctgaa acttacttta ctcagagtag aaatttacaa</w:t>
      </w:r>
    </w:p>
    <w:p w14:paraId="6230625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gaatttaaac ccaggagtca aatggaaatt gatttcttag aattagctat ggatgaattc</w:t>
      </w:r>
    </w:p>
    <w:p w14:paraId="753A827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attgaacggt ataaattaga aggctatgcc ttcgaacata tcgtttatgg agattttagt</w:t>
      </w:r>
    </w:p>
    <w:p w14:paraId="60AD0D8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catagtcagt taggtggttt acatctactg attggactag ctaaacgttt taaggaatta</w:t>
      </w:r>
    </w:p>
    <w:p w14:paraId="69EC50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ccttttgaat tagaagattt tattcctatg gacagtacag ttaaaaacta tttcataaca</w:t>
      </w:r>
    </w:p>
    <w:p w14:paraId="29DD010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gatgcgcaaa caggttcatc taagtgtgtg tgttctgtta ttgatttatt acttgatgat</w:t>
      </w:r>
    </w:p>
    <w:p w14:paraId="1E7C742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tttgttgaaa taataaaatc ccaagattta tctgtagttt ctaaggttgt caaagtgact</w:t>
      </w:r>
    </w:p>
    <w:p w14:paraId="277FFD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attgactata cagaaatttc atttatgctt tggtgtaaag atggccatgt agaaacattt</w:t>
      </w:r>
    </w:p>
    <w:p w14:paraId="743FB13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tacccaaaat tacaatctag tcaagcgtgg caaccgggtg ttgctatgcc taatctttac</w:t>
      </w:r>
    </w:p>
    <w:p w14:paraId="4A7F8B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aaaatgcaaa gaatgctatt agaaaagtgt gaccttcaaa attatggtga tagtgcaaca</w:t>
      </w:r>
    </w:p>
    <w:p w14:paraId="1A1DC13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ttacctaaag gcataatgat gaatgtcgca aaatatactc aactgtgtca atatttaaac</w:t>
      </w:r>
    </w:p>
    <w:p w14:paraId="028A274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acattaacat tagctgtacc ctataatatg agagttatac attttggtgc tggttctgat</w:t>
      </w:r>
    </w:p>
    <w:p w14:paraId="0910E55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aaaggagttg caccaggtac agctgtttta agacagtggt tgcctacggg tacgctgctt</w:t>
      </w:r>
    </w:p>
    <w:p w14:paraId="683C318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gtcgattcag atcttaatga ctttgtctct gatgcagatt caactttgat tggtgattgt</w:t>
      </w:r>
    </w:p>
    <w:p w14:paraId="6845B5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gcaactgtac atacagctaa taaatgggat ctcattatta gtgatatgta cgaccctaag</w:t>
      </w:r>
    </w:p>
    <w:p w14:paraId="5563C2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actaaaaatg ttacaaaaga aaatgactct aaagagggtt ttttcactta catttgtggg</w:t>
      </w:r>
    </w:p>
    <w:p w14:paraId="6F2EE09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tttatacaac aaaagctagc tcttggaggt tccgtggcta taaagataac agaacattct</w:t>
      </w:r>
    </w:p>
    <w:p w14:paraId="746B314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21181 tggaatgctg atctttataa gctcatggga cacttcgcat ggtggacagc ctttgttact</w:t>
      </w:r>
    </w:p>
    <w:p w14:paraId="4F4F9AE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aatgtgaatg cgtcatcatc tgaagcattt ttaattggat gtaattatct tggcaaacca</w:t>
      </w:r>
    </w:p>
    <w:p w14:paraId="3BF6B62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cgcgaacaaa tagatggtta tgtcatgcat gyaaattaca tattttggag gaatacaaat</w:t>
      </w:r>
    </w:p>
    <w:p w14:paraId="02B8053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ccaattcagt tgtcttccta ttctttattt gacatgagta aatttcccct taaattaagg</w:t>
      </w:r>
    </w:p>
    <w:p w14:paraId="68ADB8A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ggtactgctg ttatgtcttt aaaagaaggt caaatcaatg atatgatttt atctcttctt</w:t>
      </w:r>
    </w:p>
    <w:p w14:paraId="6B926B3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agtaaaggta gacttataat tagagaaaac aacagagttg ttatttctag tgatgttctt</w:t>
      </w:r>
    </w:p>
    <w:p w14:paraId="6B27E77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gttaacaact aaacgaacaa tgtttgtttt tcttgtttta ttgccactag tctctagtca</w:t>
      </w:r>
    </w:p>
    <w:p w14:paraId="74E7629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gtgtgttaat cttacaacca gaactcaatt accccctgca tacactaatt ctttcacacg</w:t>
      </w:r>
    </w:p>
    <w:p w14:paraId="6BBF55F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tggtgtttat taccctgaca aagttttcag atcctcagtt ttacattcaa ctcaggactt</w:t>
      </w:r>
    </w:p>
    <w:p w14:paraId="265297D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gttcttacct ttcttttcca atgttacttg gttccatgct atacatgtct ctgggaccaa</w:t>
      </w:r>
    </w:p>
    <w:p w14:paraId="4998C1B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tggtactaag aggtttgata accctgtcct accatttaat gatggtgttt attttgcttc</w:t>
      </w:r>
    </w:p>
    <w:p w14:paraId="044D624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cattgagaag tctaacataa taagaggctg gatttttggt actactttag attcgaagac</w:t>
      </w:r>
    </w:p>
    <w:p w14:paraId="27C0FA5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ccagtcccta cttattgtta ataacgctac taatgttgtt attaaagtct gtgaatttca</w:t>
      </w:r>
    </w:p>
    <w:p w14:paraId="3151AC2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attttgtaat gatccatttt tgggtgtttc taaccacaaa aacaacaaaa gttggatgga</w:t>
      </w:r>
    </w:p>
    <w:p w14:paraId="25475E3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aagtgagttc agagtttatt ctagtgcgaa taattgcact tttgaatatg tctctcagcc</w:t>
      </w:r>
    </w:p>
    <w:p w14:paraId="3DF6475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ttttcttatg gaccttgaag gaaaacaggg taatttcaaa aatcttaggg aatttgtgtt</w:t>
      </w:r>
    </w:p>
    <w:p w14:paraId="2C1B828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taagaatatt gatggttatt ttaaaatata ttctaagcac acgcctatta atttagtgcg</w:t>
      </w:r>
    </w:p>
    <w:p w14:paraId="366BA8D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tgatctccct cagggttttt cggctttaga accattggta gatttgccaa taggtattaa</w:t>
      </w:r>
    </w:p>
    <w:p w14:paraId="5B3A4A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catcactagg tttcaaactt tacttgcttt acatagaagt tatttgactc ctggtgattc</w:t>
      </w:r>
    </w:p>
    <w:p w14:paraId="66471D0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ttcttcaggt tggacagctg gtgctgcagc ttattatgtg ggttatcttc aacctaggac</w:t>
      </w:r>
    </w:p>
    <w:p w14:paraId="5130998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atttctatta aaatataatg aaaatggaac cattacagat gctgtagact gtgcacttga</w:t>
      </w:r>
    </w:p>
    <w:p w14:paraId="507F055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ccctctctca gaaacaaagt gtacgttgaa atccttcact gtagaaaaag gaatctatca</w:t>
      </w:r>
    </w:p>
    <w:p w14:paraId="33FDD6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aacttctaac tttagagtcc aaccaacaga atctattgtt agatttccta atattacaaa</w:t>
      </w:r>
    </w:p>
    <w:p w14:paraId="2C28D5D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cttgtgccct tttggtgaag tttttaacgc caccaaattt gcatctgttt atgcttggaa</w:t>
      </w:r>
    </w:p>
    <w:p w14:paraId="359FA49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caggaagaga atcagcaact gtgttgctga ttattctgtc ctatataatt ccgcatcatt</w:t>
      </w:r>
    </w:p>
    <w:p w14:paraId="487A23C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ttccactttt aagtgttatg gagtgtctcc tactaaatta aatgatctct gctttactaa</w:t>
      </w:r>
    </w:p>
    <w:p w14:paraId="10BA500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tgtctatgca gattcatttg taattagagg tgatgaagtc agacaaatcg ctccagggca</w:t>
      </w:r>
    </w:p>
    <w:p w14:paraId="569BBBE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aactggaaag attgctgatt ataattataa attaccagat gattttacag gctgcgttat</w:t>
      </w:r>
    </w:p>
    <w:p w14:paraId="2F849E0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agcttggaat tctaacaatc ttgattctaa ggttggtggt aattataatt acctgtatag</w:t>
      </w:r>
    </w:p>
    <w:p w14:paraId="0DB052B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attgtttagg aagtctaatc tcaaaccttt tgagagagat atttcaactg aaatctatca</w:t>
      </w:r>
    </w:p>
    <w:p w14:paraId="4061B88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ggccggtagc acaccttgta atggtgttaa aggttttaat tgttactttc ctttacaatc</w:t>
      </w:r>
    </w:p>
    <w:p w14:paraId="7FF0030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atatggtttc caacccactt atggtgttgg ttaccaacca tacagagtag tagtactttc</w:t>
      </w:r>
    </w:p>
    <w:p w14:paraId="35B11F6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ttttgaactt ctacatgcac cagcaactgt ttgtggacct aaaaagtcta ctaatttggt</w:t>
      </w:r>
    </w:p>
    <w:p w14:paraId="670E6FA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taaaaacaaa tgtgtcaatt tcaacttcaa tggtttaaca ggcacaggtg ttcttactga</w:t>
      </w:r>
    </w:p>
    <w:p w14:paraId="2FDD830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gtctaacaaa aagtttctgc ctttccaaca atttggcaga gacattgctg acactactga</w:t>
      </w:r>
    </w:p>
    <w:p w14:paraId="5FF9647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tgctgtccgt gatccacaga cacttgagat tcttgacatt acaccatgtt cttttggtgg</w:t>
      </w:r>
    </w:p>
    <w:p w14:paraId="7D8FDB6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tgtcagtgtt ataacaccag gaacaaatac ttctaaccag gttgctgttc tttatcaggg</w:t>
      </w:r>
    </w:p>
    <w:p w14:paraId="12E1FFA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tgttaactgc acagaagtcc ctgttgctat tcatgcagat caacttactc ctacttggcg</w:t>
      </w:r>
    </w:p>
    <w:p w14:paraId="03186FE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tgtttattct acaggttcta atgtttttca aacacgtgca ggctgtttaa taggggctga</w:t>
      </w:r>
    </w:p>
    <w:p w14:paraId="5B8A7F8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acatgtcaac aactcatatg agtgtgacat acccattggt gcaggtatat gcgctagtta</w:t>
      </w:r>
    </w:p>
    <w:p w14:paraId="6B4C6E1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tcagactcag actaattctc atcggcgggc acgtagtgta gctagtcaat ccatcattgc</w:t>
      </w:r>
    </w:p>
    <w:p w14:paraId="6E282A5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ctacactatg tcacttggtg cagaaaattc agttgcttac tctaataact ctattgccat</w:t>
      </w:r>
    </w:p>
    <w:p w14:paraId="15EE330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23701 acccacaaat tttactatta gtgttaccac agaaattcta ccagtgtcta tgaccaagac</w:t>
      </w:r>
    </w:p>
    <w:p w14:paraId="6E28C6D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atcagtagat tgtacaatgt acatttgtgg tgattcaact gaatgcagca atcttttgtt</w:t>
      </w:r>
    </w:p>
    <w:p w14:paraId="2D613FD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gcaatatggc agtttttgta cacaattaaa ccgtgcttta actggaatag ctgttgaaca</w:t>
      </w:r>
    </w:p>
    <w:p w14:paraId="06DBAA4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agacaaaaac acccaagaag tttttgcaca agtcaaacaa atttacaaaa caccaccaat</w:t>
      </w:r>
    </w:p>
    <w:p w14:paraId="3420009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taaagatttt ggtggtttta atttttcaca aatattacca gatccatcaa aaccaagcaa</w:t>
      </w:r>
    </w:p>
    <w:p w14:paraId="4AC4884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gaggtcattt attgaagatc tacttttcaa caaagtgaca cttgcagatg ctggcttcat</w:t>
      </w:r>
    </w:p>
    <w:p w14:paraId="70AD3F0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caaacaatat ggtgattgcc ttggtgatat tgctgctaga gacctcattt gtgcacaaaa</w:t>
      </w:r>
    </w:p>
    <w:p w14:paraId="41578F3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gtttaacggc cttactgttt tgccaccttt gctcacagat gaaatgattg ctcaatacac</w:t>
      </w:r>
    </w:p>
    <w:p w14:paraId="571EEA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ttctgcactg ttagcgggta caatcacttc tggttggacc tttggtgcag gtgctgcatt</w:t>
      </w:r>
    </w:p>
    <w:p w14:paraId="581EE98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acaaatacca tttgctatgc aaatggctta taggtttaat ggtattggag ttacacagaa</w:t>
      </w:r>
    </w:p>
    <w:p w14:paraId="34F207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tgttctctat gagaaccaaa aattgattgc caaccaattt aatagtgcta ttggcaaaat</w:t>
      </w:r>
    </w:p>
    <w:p w14:paraId="44059F9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tcaagactca ctttcttcca cagcaagtgc acttggaaaa cttcaaaatg tggtcaacca</w:t>
      </w:r>
    </w:p>
    <w:p w14:paraId="26C764B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aaatgcacaa gctttaaaca cgcttgttaa acaacttagc tccaattttg gtgcaatttc</w:t>
      </w:r>
    </w:p>
    <w:p w14:paraId="4A6F1DD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aagtgtttta aatgatatcc tttcacgtct tgacaaagtt gaggctgaag tgcaaattga</w:t>
      </w:r>
    </w:p>
    <w:p w14:paraId="23D9844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taggttgatc acaggcagac ttcaaagttt gcagacatat gtgactcaac aattaattag</w:t>
      </w:r>
    </w:p>
    <w:p w14:paraId="6AB434D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agctgcagaa atcagagctt ctgctaatct tgctgctact aaaatgtcag agtgtgtact</w:t>
      </w:r>
    </w:p>
    <w:p w14:paraId="1E5CEE6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tggacaatca aaaagagttg atttttgtgg aaagggctat catcttatgt ccttccctca</w:t>
      </w:r>
    </w:p>
    <w:p w14:paraId="6E32E9B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gtcagcacct catggtgtag tcttcttgca tgtgacttat gtccctgcac aagaaaagaa</w:t>
      </w:r>
    </w:p>
    <w:p w14:paraId="323DEF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cttcacaact gctcctgcca tttgtcatga tggaaaagca cactttcctc gtgaaggtgt</w:t>
      </w:r>
    </w:p>
    <w:p w14:paraId="0D12F9C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ctttgtttca aatggcacac actggtttgt aacacaaagg aatttttatg aaccacaaat</w:t>
      </w:r>
    </w:p>
    <w:p w14:paraId="2C050AB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cattactaca gacaacacat ttgtgtctgg taactgtgat gttgtaatag gaattgtcaa</w:t>
      </w:r>
    </w:p>
    <w:p w14:paraId="58796DB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caacacagtt tatgatcctt tgcaacctga attagactca ttcaaggagg agttagataa</w:t>
      </w:r>
    </w:p>
    <w:p w14:paraId="4571FD4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atattttaag aatcatacat caccagatgt tgatttaggt gacatctctg gcattaatgc</w:t>
      </w:r>
    </w:p>
    <w:p w14:paraId="410DC4A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ttcagttgta aacattcaaa aagaaattga ccgcctcaat gaggttgcca agaatttaaa</w:t>
      </w:r>
    </w:p>
    <w:p w14:paraId="483D7E2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tgaatctctc atcgatctyc aagaacttgg aaagtatgag cagtatataa aatggccatg</w:t>
      </w:r>
    </w:p>
    <w:p w14:paraId="7A1C74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gtacatttgg ctaggtttta tagctggctt gattgccata gtaatggtga caattatgct</w:t>
      </w:r>
    </w:p>
    <w:p w14:paraId="30AC766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ttgctgtatg accagttgct gtagttgtct caagggctgt tgttcttgtg gatcctgctg</w:t>
      </w:r>
    </w:p>
    <w:p w14:paraId="63466B5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caaatttgat gaagacgact ctgagccagt gctcaaagga gtcaaattac attacacata</w:t>
      </w:r>
    </w:p>
    <w:p w14:paraId="1F90A50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aacgaactta tggatttgtt tatgagaatc ttcacaattg gaactgtaac tttgaagcaa</w:t>
      </w:r>
    </w:p>
    <w:p w14:paraId="0B16B3E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ggtgaaatca aggatgctac tccttcagat tttgttcgcg ctactgcaac gataccgata</w:t>
      </w:r>
    </w:p>
    <w:p w14:paraId="0100D35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caagcctcac tccctttcgg atggcttatt gttggcgttg cacttcttgc tgtttttcat</w:t>
      </w:r>
    </w:p>
    <w:p w14:paraId="17B8F82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agcgcttcca aaatcataac cctcaaaaag agatggcaac tagcactctc caagggtgtt</w:t>
      </w:r>
    </w:p>
    <w:p w14:paraId="2E144BC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cactttgttt gcaacttgct gttgttgttt gtaacagttt actcacacct tttgctcgtt</w:t>
      </w:r>
    </w:p>
    <w:p w14:paraId="5BAB05D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gctgctggcc ttgaagcccc ttttctctat ctttatgctt tagtctactt cttgcagagt</w:t>
      </w:r>
    </w:p>
    <w:p w14:paraId="4B0AE4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ataaactttg taagaataat aatgaggctt tggctttgct ggaaatgccg ttccaaaaac</w:t>
      </w:r>
    </w:p>
    <w:p w14:paraId="7BF9562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ccattacttt atgatgccaa ctattttctt tgctggcata ctaattgtta cgactattgt</w:t>
      </w:r>
    </w:p>
    <w:p w14:paraId="276B1EC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ataccttaca atagtgtaac ttcttcaatt gtcattactt caggtgatgg cacaacaagt</w:t>
      </w:r>
    </w:p>
    <w:p w14:paraId="5387FDC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cctatttctg aacatgacta ccagattggt ggttatactg aaaaatggga atctggagta</w:t>
      </w:r>
    </w:p>
    <w:p w14:paraId="231F741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aaagactgtg ttgtattaca cagttacttc acttcagact attaccagct gtactcaact</w:t>
      </w:r>
    </w:p>
    <w:p w14:paraId="08B5640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caattgagta cagacactgg tgttgaacat gttaccttct tcatctacaa taaaattgtt</w:t>
      </w:r>
    </w:p>
    <w:p w14:paraId="31CC54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gatgagcctg aagaacatgt ccaaattcac acaatcgacg gttcatccgg agttatccat</w:t>
      </w:r>
    </w:p>
    <w:p w14:paraId="06DD8BD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taatggaacc aatttatgat gaaccgacga cgactactag cgtgcctttg taagcacaag</w:t>
      </w:r>
    </w:p>
    <w:p w14:paraId="7C4ABBB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26221 ctgatgagta cgaacttatg tactcattcg tttcggaaga gacaggtacg ttaatagtta</w:t>
      </w:r>
    </w:p>
    <w:p w14:paraId="5A10BBB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atagcgtact tctttttctt gctttcgtgg tattcttgct agttacacta gccatcctta</w:t>
      </w:r>
    </w:p>
    <w:p w14:paraId="4EFF348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ctgcgcttcg attgtgtgcg tactgctgca atattgttaa cgtgagtctt gtaaaacctt</w:t>
      </w:r>
    </w:p>
    <w:p w14:paraId="2F8EE3F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ctttttacgt ttactctcgt gttaaaaatc tgaattcttc tagagttcct gatcttctgg</w:t>
      </w:r>
    </w:p>
    <w:p w14:paraId="17CCCBD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tctaaacgaa ctaaatatta tatttgtttt tctgtttgga actttaattt tagccatggc</w:t>
      </w:r>
    </w:p>
    <w:p w14:paraId="26B568D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agattccaac ggtactatta ccgttgaaga gcttaaaaag ctccttgaac aatggaacct</w:t>
      </w:r>
    </w:p>
    <w:p w14:paraId="18833F7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agtaataggt ttcctattcc ttacatggat ttgtcttcta caatttgcct atgccaacag</w:t>
      </w:r>
    </w:p>
    <w:p w14:paraId="7E25B54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gaataggttt ttgtatataa ttaagttaat tttcctctgg ctgttatggc cagtaacttt</w:t>
      </w:r>
    </w:p>
    <w:p w14:paraId="07A76B5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agcttgtttt gtgcttgctg ctgtttacag aataaattgg atcaccggtg gaattgctat</w:t>
      </w:r>
    </w:p>
    <w:p w14:paraId="3CCD8B4C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cgcaatggct tgtcttgtag gcttgatgtg gctcagctac ttcattgctt ctttcagact</w:t>
      </w:r>
    </w:p>
    <w:p w14:paraId="3465C04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gtttgcgcgt acgcgttcca tgtggtcatt caatccagaa actaacattc ttctcaacgt</w:t>
      </w:r>
    </w:p>
    <w:p w14:paraId="3E8DF2D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gccactccat ggcactattc tgaccagacc gcttctagaa agtgaactcg taatcggagc</w:t>
      </w:r>
    </w:p>
    <w:p w14:paraId="66AA829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tgtgatcctt cgtggacatc ttcgtattgc tggacaccat ctaggacgct gtgacatcaa</w:t>
      </w:r>
    </w:p>
    <w:p w14:paraId="3660BC30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ggacctgcct aaagaaatca ctgttgctac atcacgaacg ctttcttatt acaaattggg</w:t>
      </w:r>
    </w:p>
    <w:p w14:paraId="3820556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agcttcgcag cgtgtagcag gtgactcagg ttttgctgca tacagtcgct acaggattgg</w:t>
      </w:r>
    </w:p>
    <w:p w14:paraId="4B7933B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caactataaa ttaaacacag accattccag tagcagtgac aatattgctt tgcttgtaca</w:t>
      </w:r>
    </w:p>
    <w:p w14:paraId="03C1275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gtaagtgaca acagatgttt catctcgttg actttcaggt tactatagca gagatattac</w:t>
      </w:r>
    </w:p>
    <w:p w14:paraId="240F92E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taattattat gaggactttt aaagtttcca tttggaatct tgattacatc ataaacctca</w:t>
      </w:r>
    </w:p>
    <w:p w14:paraId="0484187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taattaaaaa tttatctaag tcactaactg agaataaata ttctcaatta gatgaagagc</w:t>
      </w:r>
    </w:p>
    <w:p w14:paraId="5AAA5D1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aaccaatgga gattgattaa acgaacatga aaattattct tttcttggca ctgataacac</w:t>
      </w:r>
    </w:p>
    <w:p w14:paraId="54C17A51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tcgctacttg tgagctttat cactaccaag agtgtgttag aggtacaaca gtacttttaa</w:t>
      </w:r>
    </w:p>
    <w:p w14:paraId="1D7E5C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aagaaccttg ctcttctgga acatacgagg gcaattcacc atttcatcct ctagctgata</w:t>
      </w:r>
    </w:p>
    <w:p w14:paraId="13A21F2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acaaatttgc actgacttgc tttagcactc aatttgcttt tgcttgtcct gacggcgtaa</w:t>
      </w:r>
    </w:p>
    <w:p w14:paraId="4D91227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aacacgtcta tcagttacgt gccagatcag tttcacctaa actgttcatc agacaagagg</w:t>
      </w:r>
    </w:p>
    <w:p w14:paraId="53E3CAC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aagttcaaga actttactct ccaatttttc ttattgttgc ggcaatagtg tttataacac</w:t>
      </w:r>
    </w:p>
    <w:p w14:paraId="64E814A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tttgcttcac actcaaaaga aagacagaat gattgaactt tcattaattg acttctattt</w:t>
      </w:r>
    </w:p>
    <w:p w14:paraId="366E3AD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gtgcttttta gcctttctgc tattccttgt tttaattatg cttattatct tttggttctc</w:t>
      </w:r>
    </w:p>
    <w:p w14:paraId="3DD5207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acttgaactg caagatcata atgaaacttg tcacgcctaa acgaacatga aatttcttgt</w:t>
      </w:r>
    </w:p>
    <w:p w14:paraId="344AD8C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tttcttagga atcatcaaaa ctgtagctgc atttcaccaa gaatgtagtt tacagtcatg</w:t>
      </w:r>
    </w:p>
    <w:p w14:paraId="366A636B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tactcaacat caaccatatg tagttgatga cccgtgttct attcacttct attctaaatg</w:t>
      </w:r>
    </w:p>
    <w:p w14:paraId="2A74CAA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gtatattaga gtaggagcta gaaaatcagc acctttaatt gaattgtgcg tggatgaggc</w:t>
      </w:r>
    </w:p>
    <w:p w14:paraId="5D8F26C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tggttttaaa tcacccattc agtacatcga tatcggtaat tatacagttt cctgtttacc</w:t>
      </w:r>
    </w:p>
    <w:p w14:paraId="57CFB6B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ttttacaatt aattgccagg aacctaaatt gggtagtctt gtagtgcgtt gttcgttcta</w:t>
      </w:r>
    </w:p>
    <w:p w14:paraId="56A2B3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tgaagacttt ttagagtatc atgacgttcg tgttgtttta gatttcatct aaacgaacaa</w:t>
      </w:r>
    </w:p>
    <w:p w14:paraId="3AC92D1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actataatgt ctgataatgg accccaaaat cagcgaaatg caccccgcat tacgtttggt</w:t>
      </w:r>
    </w:p>
    <w:p w14:paraId="52D4A24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ggaccctcag attcaactgg cagtaaccag aatggagaac gcagtggggc gcgatcaaaa</w:t>
      </w:r>
    </w:p>
    <w:p w14:paraId="42634BF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caacgtcggc cccaaggttt acccaataat actgcgtctt ggttcaccgc tctcactcaa</w:t>
      </w:r>
    </w:p>
    <w:p w14:paraId="76666D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catggcaagg aagaccttaa attccctcga ggacaaggcg ttccaattaa caccaatagc</w:t>
      </w:r>
    </w:p>
    <w:p w14:paraId="528ED28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agtccagatg accaaattgg ctactaccga agagctacca gacgaattcg tggtggtgac</w:t>
      </w:r>
    </w:p>
    <w:p w14:paraId="4C2F272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ggtaaaatga aagatctcag tccaagatgg tatttctact acctaggaac tgggccagaa</w:t>
      </w:r>
    </w:p>
    <w:p w14:paraId="47FD35FE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gctgracttc cctatggtgc taacaaagat ggcatcatat gggttgcaac tgagggagcc</w:t>
      </w:r>
    </w:p>
    <w:p w14:paraId="580D27A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ttgaatacac caaaagatca cattggcacc cgcaatcctg ctaacaatgc tgcaatcgtg</w:t>
      </w:r>
    </w:p>
    <w:p w14:paraId="0BB78F2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ctacaacttc ctcaaggaac aacattgcca aaaggcttct acgcagaagg gagcagaggc</w:t>
      </w:r>
    </w:p>
    <w:p w14:paraId="1BFBC8AD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ggcagtcaag cctcttctcg ttcctcatca cgtagtcgca acagttcaag aaattcaact</w:t>
      </w:r>
    </w:p>
    <w:p w14:paraId="254E51D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ccaggcagca gtaggggaat ttctcctgct agaatggctg gcaatggcgg tgatgctgct</w:t>
      </w:r>
    </w:p>
    <w:p w14:paraId="48A67966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cttgctttgc tgctgcttga cagattgaac cagcttgaga gcaaaatgtc tggtaaaggc</w:t>
      </w:r>
    </w:p>
    <w:p w14:paraId="358C252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caacaacaac aaggccaaac tgtcactaag aaatctgctg ctgaggcttc taagaagcct</w:t>
      </w:r>
    </w:p>
    <w:p w14:paraId="5C7A46F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cggcaaaaac gtactgccac taaagcatac aatgtaacac aagctttcgg cagacgtggt</w:t>
      </w:r>
    </w:p>
    <w:p w14:paraId="5A019752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ccagaacaaa cccaaggaaa ttttggggac caggaactaa tcagacaagg aactgattac</w:t>
      </w:r>
    </w:p>
    <w:p w14:paraId="0A170EF7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aaacattggc cgcaaattgc acaatttgcc cccagcgctt cagcgttctt cggaatgtcg</w:t>
      </w:r>
    </w:p>
    <w:p w14:paraId="31A5DBF8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cgcattggca tggaagtcac accttcggga acgtggttga cctacacagg tgccatcaaa</w:t>
      </w:r>
    </w:p>
    <w:p w14:paraId="42F4827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ttggatgaca aagatccaaa tttyaaagat caagtcattt tgctgaataa gcatattgac</w:t>
      </w:r>
    </w:p>
    <w:p w14:paraId="393D48F3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gcatacaaaa cattcccacc aacagagcct aaaaaggaca aaaagaagaa ggctgatgaa</w:t>
      </w:r>
    </w:p>
    <w:p w14:paraId="7F245D9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actcaagcct taccgcagag acagaagaaa cagcaaactg tgactcttct tcctgctgca</w:t>
      </w:r>
    </w:p>
    <w:p w14:paraId="3126E5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gatttggatg atttctccaa acaattgcaa caatccatga gcagtgctga ctcaactcag</w:t>
      </w:r>
    </w:p>
    <w:p w14:paraId="3C4557A4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gcctaaactc atgcagacca cacaaggcag atgggctata taaacgtttt cgcttttccg</w:t>
      </w:r>
    </w:p>
    <w:p w14:paraId="4B4000D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tttacgatat atagtctact cttgtgcaga atgaattctc gtaactacat agcacaagta</w:t>
      </w:r>
    </w:p>
    <w:p w14:paraId="716D6F9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gatgtagtta actttaatct cacatagcaa tctttaatca gtgtgtaaca ttagggagga</w:t>
      </w:r>
    </w:p>
    <w:p w14:paraId="0E5F60EF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cttgaaagag ccaccacatt ttcaccgagg ccacgcggag cacgatcgag tgtacagtga</w:t>
      </w:r>
    </w:p>
    <w:p w14:paraId="7C165935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acaatgctag ggagagctgc ctatatggaa gagccctaat gtgtaaaatt aattttagta</w:t>
      </w:r>
    </w:p>
    <w:p w14:paraId="006942CA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gtgctatccc catgtgattt taatagcttc ttaggagaat g</w:t>
      </w:r>
    </w:p>
    <w:p w14:paraId="6133EEA9" w14:textId="77777777" w:rsidR="00360AEB" w:rsidRPr="00360AEB" w:rsidRDefault="00360AEB" w:rsidP="00360A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AE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57BAD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E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60AEB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4F6FE"/>
  <w15:chartTrackingRefBased/>
  <w15:docId w15:val="{347B2618-23E7-C749-842C-A8C28A72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1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9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10835</Words>
  <Characters>61760</Characters>
  <Application>Microsoft Office Word</Application>
  <DocSecurity>0</DocSecurity>
  <Lines>514</Lines>
  <Paragraphs>144</Paragraphs>
  <ScaleCrop>false</ScaleCrop>
  <Company/>
  <LinksUpToDate>false</LinksUpToDate>
  <CharactersWithSpaces>72451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2023-03-16T08:42:00Z</dcterms:created>
  <dcterms:modified xsi:type="dcterms:W3CDTF">2023-03-16T08:42:00Z</dcterms:modified>
</cp:coreProperties>
</file>